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69" w:rsidRDefault="004E6569" w:rsidP="004E6569">
      <w:pPr>
        <w:pStyle w:val="Heading1"/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46990</wp:posOffset>
            </wp:positionH>
            <wp:positionV relativeFrom="paragraph">
              <wp:posOffset>0</wp:posOffset>
            </wp:positionV>
            <wp:extent cx="819785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Clipart\corpbas\j007899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TO</w:t>
      </w:r>
      <w:bookmarkStart w:id="0" w:name="_GoBack"/>
      <w:bookmarkEnd w:id="0"/>
      <w:r>
        <w:t xml:space="preserve">: </w:t>
      </w:r>
      <w:r>
        <w:t>CAMS North Social</w:t>
      </w:r>
      <w:r>
        <w:t xml:space="preserve"> Studies Department</w:t>
      </w:r>
    </w:p>
    <w:p w:rsidR="004E6569" w:rsidRDefault="004E6569" w:rsidP="004E6569">
      <w:pPr>
        <w:pStyle w:val="Heading1"/>
      </w:pPr>
      <w:r>
        <w:t xml:space="preserve">From: Tom VanArsdale </w:t>
      </w:r>
    </w:p>
    <w:p w:rsidR="004E6569" w:rsidRDefault="004E6569" w:rsidP="004E656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Date: 9/6/12</w:t>
      </w:r>
    </w:p>
    <w:p w:rsidR="004E6569" w:rsidRDefault="004E6569" w:rsidP="004E656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RE: North Full</w:t>
      </w:r>
      <w:r>
        <w:rPr>
          <w:rFonts w:ascii="Arial" w:hAnsi="Arial" w:cs="Arial"/>
          <w:b/>
          <w:bCs/>
        </w:rPr>
        <w:t xml:space="preserve"> Department Meeting</w:t>
      </w:r>
    </w:p>
    <w:p w:rsidR="004E6569" w:rsidRDefault="004E6569" w:rsidP="004E6569">
      <w:pPr>
        <w:rPr>
          <w:rFonts w:ascii="Arial" w:hAnsi="Arial" w:cs="Arial"/>
          <w:b/>
          <w:bCs/>
        </w:rPr>
      </w:pPr>
    </w:p>
    <w:p w:rsidR="004E6569" w:rsidRDefault="004E6569" w:rsidP="004E6569">
      <w:pPr>
        <w:rPr>
          <w:rFonts w:ascii="Arial" w:hAnsi="Arial" w:cs="Arial"/>
          <w:b/>
          <w:bCs/>
        </w:rPr>
      </w:pPr>
    </w:p>
    <w:p w:rsidR="004E6569" w:rsidRDefault="004E6569" w:rsidP="004E6569">
      <w:pPr>
        <w:rPr>
          <w:rFonts w:ascii="Arial" w:hAnsi="Arial" w:cs="Arial"/>
          <w:b/>
          <w:bCs/>
        </w:rPr>
      </w:pPr>
    </w:p>
    <w:p w:rsidR="004E6569" w:rsidRDefault="004E6569" w:rsidP="004E656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I.  PLC Meetings </w:t>
      </w:r>
    </w:p>
    <w:p w:rsidR="004E6569" w:rsidRDefault="004E6569" w:rsidP="004E65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Prompt and Productive </w:t>
      </w:r>
    </w:p>
    <w:p w:rsidR="004E6569" w:rsidRDefault="004E6569" w:rsidP="004E65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Upload meeting minutes onto the Social Studies Wiki </w:t>
      </w:r>
    </w:p>
    <w:p w:rsidR="004E6569" w:rsidRDefault="004E6569" w:rsidP="004E6569">
      <w:pPr>
        <w:rPr>
          <w:rFonts w:ascii="Arial" w:hAnsi="Arial" w:cs="Arial"/>
        </w:rPr>
      </w:pPr>
    </w:p>
    <w:p w:rsidR="004E6569" w:rsidRDefault="004E6569" w:rsidP="004E6569">
      <w:pPr>
        <w:pStyle w:val="Heading1"/>
      </w:pPr>
      <w:r>
        <w:t xml:space="preserve">II. Goals </w:t>
      </w:r>
    </w:p>
    <w:p w:rsidR="004E6569" w:rsidRDefault="004E6569" w:rsidP="004E656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Focus on 1 area from the Danielson model framework </w:t>
      </w:r>
    </w:p>
    <w:p w:rsidR="004E6569" w:rsidRPr="004E6569" w:rsidRDefault="004E6569" w:rsidP="004E656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EOY- Bring artifacts on growth within that area </w:t>
      </w:r>
    </w:p>
    <w:p w:rsidR="004E6569" w:rsidRDefault="004E6569" w:rsidP="004E6569">
      <w:pPr>
        <w:rPr>
          <w:rFonts w:ascii="Arial" w:hAnsi="Arial" w:cs="Arial"/>
        </w:rPr>
      </w:pPr>
    </w:p>
    <w:p w:rsidR="004E6569" w:rsidRDefault="004E6569" w:rsidP="004E6569">
      <w:pPr>
        <w:pStyle w:val="Heading1"/>
      </w:pPr>
      <w:r>
        <w:t>III. Supervision Plans</w:t>
      </w:r>
    </w:p>
    <w:p w:rsidR="004E6569" w:rsidRDefault="004E6569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Observation</w:t>
      </w:r>
    </w:p>
    <w:p w:rsidR="004E6569" w:rsidRDefault="004E6569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Self-Directed Study</w:t>
      </w:r>
    </w:p>
    <w:p w:rsidR="004E6569" w:rsidRDefault="004E6569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Peer Collaboration </w:t>
      </w:r>
    </w:p>
    <w:p w:rsidR="004E6569" w:rsidRPr="004E6569" w:rsidRDefault="00052D50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Data </w:t>
      </w:r>
    </w:p>
    <w:p w:rsidR="004E6569" w:rsidRDefault="004E6569" w:rsidP="004E6569">
      <w:pPr>
        <w:rPr>
          <w:rFonts w:ascii="Arial" w:hAnsi="Arial" w:cs="Arial"/>
        </w:rPr>
      </w:pPr>
    </w:p>
    <w:p w:rsidR="004E6569" w:rsidRDefault="00052D50" w:rsidP="00052D50">
      <w:pPr>
        <w:pStyle w:val="Heading1"/>
      </w:pPr>
      <w:r>
        <w:t xml:space="preserve">IV. Common Assessments </w:t>
      </w:r>
    </w:p>
    <w:p w:rsidR="00052D50" w:rsidRDefault="00052D50" w:rsidP="00052D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Overview on progress </w:t>
      </w:r>
    </w:p>
    <w:p w:rsidR="00052D50" w:rsidRPr="00052D50" w:rsidRDefault="00052D50" w:rsidP="00052D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52D50">
        <w:rPr>
          <w:rFonts w:ascii="Arial" w:hAnsi="Arial" w:cs="Arial"/>
        </w:rPr>
        <w:t xml:space="preserve">Benchmarks </w:t>
      </w:r>
    </w:p>
    <w:p w:rsidR="00052D50" w:rsidRDefault="00052D50" w:rsidP="00052D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52D50">
        <w:rPr>
          <w:rFonts w:ascii="Arial" w:hAnsi="Arial" w:cs="Arial"/>
        </w:rPr>
        <w:t xml:space="preserve">Trainings </w:t>
      </w:r>
    </w:p>
    <w:p w:rsidR="00052D50" w:rsidRDefault="00052D50" w:rsidP="00052D50">
      <w:pPr>
        <w:rPr>
          <w:rFonts w:ascii="Arial" w:hAnsi="Arial" w:cs="Arial"/>
        </w:rPr>
      </w:pPr>
    </w:p>
    <w:p w:rsidR="00052D50" w:rsidRDefault="00052D50" w:rsidP="00052D50">
      <w:pPr>
        <w:rPr>
          <w:rFonts w:ascii="Arial" w:hAnsi="Arial" w:cs="Arial"/>
          <w:b/>
        </w:rPr>
      </w:pPr>
      <w:r w:rsidRPr="00052D50">
        <w:rPr>
          <w:rFonts w:ascii="Arial" w:hAnsi="Arial" w:cs="Arial"/>
          <w:b/>
        </w:rPr>
        <w:t xml:space="preserve">V. Literacy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15-20 minutes of literacy strategy per lesson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Primary Sources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Literacy Coaches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Communication with ELA (ex: tasks)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Building writing stamina </w:t>
      </w:r>
    </w:p>
    <w:p w:rsidR="00052D50" w:rsidRDefault="00052D50" w:rsidP="00052D50">
      <w:pPr>
        <w:rPr>
          <w:rFonts w:ascii="Arial" w:hAnsi="Arial" w:cs="Arial"/>
          <w:b/>
        </w:rPr>
      </w:pPr>
    </w:p>
    <w:p w:rsidR="00052D50" w:rsidRDefault="00052D50" w:rsidP="00052D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VI. Lessons 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Student Engagement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Higher Order Thinking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Celebrate Student Work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Provide Focus with LEQ’s (Posted) </w:t>
      </w:r>
    </w:p>
    <w:p w:rsidR="00052D50" w:rsidRDefault="00052D50" w:rsidP="00052D50">
      <w:pPr>
        <w:rPr>
          <w:rFonts w:ascii="Arial" w:hAnsi="Arial" w:cs="Arial"/>
          <w:b/>
        </w:rPr>
      </w:pPr>
    </w:p>
    <w:p w:rsidR="00052D50" w:rsidRDefault="00052D50" w:rsidP="00052D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Special Events </w:t>
      </w:r>
    </w:p>
    <w:p w:rsidR="00052D50" w:rsidRPr="00052D50" w:rsidRDefault="00052D50" w:rsidP="00052D50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Geography Bee</w:t>
      </w:r>
    </w:p>
    <w:p w:rsidR="00052D50" w:rsidRPr="00052D50" w:rsidRDefault="00052D50" w:rsidP="00052D50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2012 Election </w:t>
      </w:r>
    </w:p>
    <w:p w:rsidR="00052D50" w:rsidRDefault="00052D50" w:rsidP="00052D50">
      <w:pPr>
        <w:rPr>
          <w:rFonts w:ascii="Arial" w:hAnsi="Arial" w:cs="Arial"/>
          <w:b/>
        </w:rPr>
      </w:pPr>
    </w:p>
    <w:p w:rsidR="00052D50" w:rsidRPr="00052D50" w:rsidRDefault="00052D50" w:rsidP="00052D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VII. Hot Topics </w:t>
      </w:r>
    </w:p>
    <w:p w:rsidR="00052D50" w:rsidRPr="00052D50" w:rsidRDefault="00052D50" w:rsidP="00052D50">
      <w:pPr>
        <w:rPr>
          <w:rFonts w:ascii="Arial" w:hAnsi="Arial" w:cs="Arial"/>
          <w:b/>
        </w:rPr>
      </w:pPr>
    </w:p>
    <w:p w:rsidR="004E6569" w:rsidRDefault="004E6569" w:rsidP="004E6569">
      <w:pPr>
        <w:rPr>
          <w:rFonts w:ascii="Arial" w:hAnsi="Arial" w:cs="Arial"/>
        </w:rPr>
      </w:pPr>
    </w:p>
    <w:p w:rsidR="004E6569" w:rsidRDefault="004E6569" w:rsidP="004E6569">
      <w:pPr>
        <w:rPr>
          <w:rFonts w:ascii="Arial" w:hAnsi="Arial" w:cs="Arial"/>
        </w:rPr>
      </w:pPr>
    </w:p>
    <w:p w:rsidR="004E6569" w:rsidRPr="004E6569" w:rsidRDefault="004E6569" w:rsidP="004E6569">
      <w:pPr>
        <w:rPr>
          <w:b/>
        </w:rPr>
      </w:pPr>
    </w:p>
    <w:sectPr w:rsidR="004E6569" w:rsidRPr="004E65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546B"/>
    <w:multiLevelType w:val="hybridMultilevel"/>
    <w:tmpl w:val="B890E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7358F"/>
    <w:multiLevelType w:val="hybridMultilevel"/>
    <w:tmpl w:val="C51C7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75B02"/>
    <w:multiLevelType w:val="hybridMultilevel"/>
    <w:tmpl w:val="5CBE4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83DCF"/>
    <w:multiLevelType w:val="hybridMultilevel"/>
    <w:tmpl w:val="CC6C09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A0338D5"/>
    <w:multiLevelType w:val="hybridMultilevel"/>
    <w:tmpl w:val="0AA4AC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96D1DE9"/>
    <w:multiLevelType w:val="hybridMultilevel"/>
    <w:tmpl w:val="548E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B29D0"/>
    <w:multiLevelType w:val="hybridMultilevel"/>
    <w:tmpl w:val="9B604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BD352F"/>
    <w:multiLevelType w:val="hybridMultilevel"/>
    <w:tmpl w:val="0E38C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455543"/>
    <w:multiLevelType w:val="hybridMultilevel"/>
    <w:tmpl w:val="4142F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69"/>
    <w:rsid w:val="00052D50"/>
    <w:rsid w:val="00155060"/>
    <w:rsid w:val="004E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6569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569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52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6569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569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5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7A29D923</Template>
  <TotalTime>19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VanArsdale</dc:creator>
  <cp:keywords/>
  <dc:description/>
  <cp:lastModifiedBy>Thomas VanArsdale</cp:lastModifiedBy>
  <cp:revision>1</cp:revision>
  <dcterms:created xsi:type="dcterms:W3CDTF">2012-09-05T17:01:00Z</dcterms:created>
  <dcterms:modified xsi:type="dcterms:W3CDTF">2012-09-05T17:20:00Z</dcterms:modified>
</cp:coreProperties>
</file>